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7A" w:rsidRPr="00CB36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36C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B36C5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36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B36C5">
        <w:rPr>
          <w:rFonts w:ascii="Corbel" w:hAnsi="Corbel"/>
          <w:b/>
          <w:smallCaps/>
          <w:sz w:val="24"/>
          <w:szCs w:val="24"/>
        </w:rPr>
        <w:t xml:space="preserve"> </w:t>
      </w:r>
      <w:r w:rsidR="003B645B" w:rsidRPr="00CB36C5">
        <w:rPr>
          <w:rFonts w:ascii="Corbel" w:hAnsi="Corbel"/>
          <w:i/>
          <w:smallCaps/>
          <w:sz w:val="24"/>
          <w:szCs w:val="24"/>
        </w:rPr>
        <w:t xml:space="preserve">   2017-20</w:t>
      </w:r>
      <w:r w:rsidR="008F567B" w:rsidRPr="00CB36C5">
        <w:rPr>
          <w:rFonts w:ascii="Corbel" w:hAnsi="Corbel"/>
          <w:i/>
          <w:smallCaps/>
          <w:sz w:val="24"/>
          <w:szCs w:val="24"/>
        </w:rPr>
        <w:t>19</w:t>
      </w:r>
      <w:r w:rsidR="0085747A" w:rsidRPr="00CB36C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CB36C5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4"/>
          <w:szCs w:val="24"/>
        </w:rPr>
      </w:pPr>
    </w:p>
    <w:p w:rsidR="0085747A" w:rsidRPr="00CB36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F567B" w:rsidRPr="00CB36C5" w:rsidRDefault="008F567B" w:rsidP="008F567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36C5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F567B" w:rsidRPr="00132AF9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stopień 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8F567B" w:rsidRPr="00CB36C5" w:rsidRDefault="008F567B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8F567B" w:rsidRPr="00CB36C5" w:rsidRDefault="001A3718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567B" w:rsidRPr="00CB36C5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F567B" w:rsidRPr="00CB36C5" w:rsidTr="00632DD6">
        <w:tc>
          <w:tcPr>
            <w:tcW w:w="2836" w:type="dxa"/>
            <w:vAlign w:val="center"/>
          </w:tcPr>
          <w:p w:rsidR="008F567B" w:rsidRPr="00CB36C5" w:rsidRDefault="008F567B" w:rsidP="00632D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6945" w:type="dxa"/>
            <w:vAlign w:val="center"/>
          </w:tcPr>
          <w:p w:rsidR="008F567B" w:rsidRPr="00CB36C5" w:rsidRDefault="000074D5" w:rsidP="00632D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567B" w:rsidRPr="00CB36C5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:rsidR="008F567B" w:rsidRPr="00CB36C5" w:rsidRDefault="008F567B" w:rsidP="008F56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 xml:space="preserve">* </w:t>
      </w:r>
      <w:r w:rsidRPr="00CB36C5">
        <w:rPr>
          <w:rFonts w:ascii="Corbel" w:hAnsi="Corbel"/>
          <w:i/>
          <w:sz w:val="24"/>
          <w:szCs w:val="24"/>
        </w:rPr>
        <w:t xml:space="preserve">- </w:t>
      </w:r>
      <w:r w:rsidRPr="00CB36C5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F567B" w:rsidRPr="00CB36C5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567B" w:rsidRPr="00CB36C5" w:rsidRDefault="008F567B" w:rsidP="008F567B">
      <w:pPr>
        <w:pStyle w:val="Podpunkty"/>
        <w:ind w:left="284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>1.1.</w:t>
      </w:r>
      <w:r w:rsidR="0065460A" w:rsidRPr="00CB36C5">
        <w:rPr>
          <w:rFonts w:ascii="Corbel" w:hAnsi="Corbel"/>
          <w:sz w:val="24"/>
          <w:szCs w:val="24"/>
        </w:rPr>
        <w:t xml:space="preserve"> </w:t>
      </w:r>
      <w:r w:rsidRPr="00CB36C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8F567B" w:rsidRPr="00CB36C5" w:rsidRDefault="008F567B" w:rsidP="008F56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8F567B" w:rsidRPr="00CB36C5" w:rsidTr="00632DD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Semestr</w:t>
            </w:r>
          </w:p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36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67B" w:rsidRPr="00CB36C5" w:rsidRDefault="008F567B" w:rsidP="00632D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B36C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F567B" w:rsidRPr="00CB36C5" w:rsidTr="00632DD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67B" w:rsidRPr="00CB36C5" w:rsidRDefault="008F567B" w:rsidP="00632D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CB36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B36C5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1.</w:t>
      </w:r>
      <w:r w:rsidR="00E22FBC" w:rsidRPr="00CB36C5">
        <w:rPr>
          <w:rFonts w:ascii="Corbel" w:hAnsi="Corbel"/>
          <w:smallCaps w:val="0"/>
          <w:szCs w:val="24"/>
        </w:rPr>
        <w:t>2</w:t>
      </w:r>
      <w:r w:rsidR="00871D98" w:rsidRPr="00CB36C5">
        <w:rPr>
          <w:rFonts w:ascii="Corbel" w:hAnsi="Corbel"/>
          <w:smallCaps w:val="0"/>
          <w:szCs w:val="24"/>
        </w:rPr>
        <w:t xml:space="preserve">. </w:t>
      </w:r>
      <w:r w:rsidRPr="00CB36C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B36C5" w:rsidRDefault="00300E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eastAsia="MS Gothic" w:hAnsi="Corbel" w:cs="MS Gothic"/>
          <w:b w:val="0"/>
          <w:szCs w:val="24"/>
        </w:rPr>
        <w:t>x</w:t>
      </w:r>
      <w:r w:rsidR="0085747A" w:rsidRPr="00CB36C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5460A" w:rsidRPr="00CB36C5" w:rsidRDefault="0065460A" w:rsidP="006546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eastAsia="MS Gothic" w:hAnsi="MS Gothic"/>
          <w:b w:val="0"/>
          <w:szCs w:val="24"/>
        </w:rPr>
        <w:t>☐</w:t>
      </w:r>
      <w:r w:rsidRPr="00CB36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F567B" w:rsidRPr="00CB36C5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1.3</w:t>
      </w:r>
      <w:r w:rsidR="00871D9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</w:t>
      </w:r>
      <w:r w:rsidR="00871D98" w:rsidRPr="00CB36C5">
        <w:rPr>
          <w:rFonts w:ascii="Corbel" w:hAnsi="Corbel"/>
          <w:smallCaps w:val="0"/>
          <w:szCs w:val="24"/>
        </w:rPr>
        <w:t xml:space="preserve">Forma zaliczenia przedmiotu/ modułu (z toku) </w:t>
      </w:r>
      <w:r w:rsidR="00871D98" w:rsidRPr="00CB36C5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E22FBC" w:rsidRPr="00CB36C5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b w:val="0"/>
          <w:smallCaps w:val="0"/>
          <w:szCs w:val="24"/>
        </w:rPr>
        <w:t>zaliczenie z oceną</w:t>
      </w:r>
    </w:p>
    <w:p w:rsidR="00E22FBC" w:rsidRPr="00CB36C5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36C5">
        <w:rPr>
          <w:rFonts w:ascii="Corbel" w:hAnsi="Corbel"/>
          <w:szCs w:val="24"/>
        </w:rPr>
        <w:t xml:space="preserve">2.Wymagania wstępne </w:t>
      </w:r>
    </w:p>
    <w:p w:rsidR="00923D7D" w:rsidRPr="00CB36C5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36C5" w:rsidTr="00745302">
        <w:tc>
          <w:tcPr>
            <w:tcW w:w="9670" w:type="dxa"/>
          </w:tcPr>
          <w:p w:rsidR="0085747A" w:rsidRPr="00CB36C5" w:rsidRDefault="00280C49" w:rsidP="0028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Opanowane zagadnienia podstaw statystyki </w:t>
            </w:r>
            <w:r w:rsidR="0026488D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oraz </w:t>
            </w:r>
            <w:r w:rsidR="0026488D" w:rsidRPr="00CB36C5">
              <w:rPr>
                <w:rFonts w:ascii="Corbel" w:hAnsi="Corbel"/>
                <w:sz w:val="24"/>
                <w:szCs w:val="24"/>
              </w:rPr>
              <w:t>gospodarki regionalnej</w:t>
            </w:r>
            <w:r w:rsidR="00450F60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:rsidR="00153C41" w:rsidRPr="00CB36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71D98" w:rsidRPr="00CB36C5" w:rsidRDefault="00871D9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71D98" w:rsidRPr="00CB36C5" w:rsidRDefault="00871D9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B36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B36C5">
        <w:rPr>
          <w:rFonts w:ascii="Corbel" w:hAnsi="Corbel"/>
          <w:szCs w:val="24"/>
        </w:rPr>
        <w:lastRenderedPageBreak/>
        <w:t>3.</w:t>
      </w:r>
      <w:r w:rsidR="0085747A" w:rsidRPr="00CB36C5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B36C5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 xml:space="preserve">3.1 </w:t>
      </w:r>
      <w:r w:rsidR="0085747A" w:rsidRPr="00CB36C5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B36C5" w:rsidTr="00923D7D">
        <w:tc>
          <w:tcPr>
            <w:tcW w:w="851" w:type="dxa"/>
            <w:vAlign w:val="center"/>
          </w:tcPr>
          <w:p w:rsidR="0085747A" w:rsidRPr="00CB36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B36C5" w:rsidRDefault="00871D98" w:rsidP="00871D9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50F60" w:rsidRPr="00CB36C5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rozwoju jednostek terytorialnych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450F60" w:rsidRPr="00CB36C5">
              <w:rPr>
                <w:rFonts w:ascii="Corbel" w:hAnsi="Corbel"/>
                <w:b w:val="0"/>
                <w:sz w:val="24"/>
                <w:szCs w:val="24"/>
              </w:rPr>
              <w:t xml:space="preserve"> czynnik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>ami warunkującymi ich przemiany</w:t>
            </w:r>
            <w:r w:rsidRPr="00CB36C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CB36C5" w:rsidTr="00923D7D">
        <w:tc>
          <w:tcPr>
            <w:tcW w:w="851" w:type="dxa"/>
            <w:vAlign w:val="center"/>
          </w:tcPr>
          <w:p w:rsidR="0085747A" w:rsidRPr="00CB36C5" w:rsidRDefault="0026488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B36C5" w:rsidRDefault="00871D98" w:rsidP="00871D9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B36C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6488D" w:rsidRPr="00CB36C5">
              <w:rPr>
                <w:rFonts w:ascii="Corbel" w:hAnsi="Corbel"/>
                <w:b w:val="0"/>
                <w:sz w:val="24"/>
                <w:szCs w:val="24"/>
              </w:rPr>
              <w:t xml:space="preserve">apoznanie studentów z metodami analitycznymi pozwalającymi na rozpoznawanie stopnia zaawansowania zjawisk społeczno-gospodarczych, podobieństwa i zróżnicowań </w:t>
            </w:r>
            <w:r w:rsidR="00280C49" w:rsidRPr="00CB36C5">
              <w:rPr>
                <w:rFonts w:ascii="Corbel" w:hAnsi="Corbel"/>
                <w:b w:val="0"/>
                <w:sz w:val="24"/>
                <w:szCs w:val="24"/>
              </w:rPr>
              <w:t>JST</w:t>
            </w:r>
            <w:r w:rsidRPr="00CB36C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B36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>3.2</w:t>
      </w:r>
      <w:r w:rsidR="007573D0">
        <w:rPr>
          <w:rFonts w:ascii="Corbel" w:hAnsi="Corbel"/>
          <w:b/>
          <w:sz w:val="24"/>
          <w:szCs w:val="24"/>
        </w:rPr>
        <w:t>.</w:t>
      </w:r>
      <w:r w:rsidRPr="00CB36C5">
        <w:rPr>
          <w:rFonts w:ascii="Corbel" w:hAnsi="Corbel"/>
          <w:b/>
          <w:sz w:val="24"/>
          <w:szCs w:val="24"/>
        </w:rPr>
        <w:t xml:space="preserve"> </w:t>
      </w:r>
      <w:r w:rsidR="001D7B54" w:rsidRPr="00CB36C5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CB36C5">
        <w:rPr>
          <w:rFonts w:ascii="Corbel" w:hAnsi="Corbel"/>
          <w:sz w:val="24"/>
          <w:szCs w:val="24"/>
        </w:rPr>
        <w:t xml:space="preserve"> ( </w:t>
      </w:r>
      <w:r w:rsidR="001D7B54" w:rsidRPr="00CB36C5">
        <w:rPr>
          <w:rFonts w:ascii="Corbel" w:hAnsi="Corbel"/>
          <w:i/>
          <w:sz w:val="24"/>
          <w:szCs w:val="24"/>
        </w:rPr>
        <w:t>wypełnia koordynator</w:t>
      </w:r>
      <w:r w:rsidR="001D7B54" w:rsidRPr="00CB36C5">
        <w:rPr>
          <w:rFonts w:ascii="Corbel" w:hAnsi="Corbel"/>
          <w:sz w:val="24"/>
          <w:szCs w:val="24"/>
        </w:rPr>
        <w:t>)</w:t>
      </w:r>
    </w:p>
    <w:p w:rsidR="001D7B54" w:rsidRPr="00CB36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101"/>
        <w:gridCol w:w="2002"/>
      </w:tblGrid>
      <w:tr w:rsidR="0085747A" w:rsidRPr="00CB36C5" w:rsidTr="001B0F40">
        <w:trPr>
          <w:trHeight w:val="1200"/>
        </w:trPr>
        <w:tc>
          <w:tcPr>
            <w:tcW w:w="1418" w:type="dxa"/>
            <w:vAlign w:val="center"/>
          </w:tcPr>
          <w:p w:rsidR="0085747A" w:rsidRPr="00CB36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237" w:type="dxa"/>
            <w:vAlign w:val="center"/>
          </w:tcPr>
          <w:p w:rsidR="0085747A" w:rsidRPr="00CB36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2015" w:type="dxa"/>
            <w:vAlign w:val="center"/>
          </w:tcPr>
          <w:p w:rsidR="0085747A" w:rsidRPr="00CB36C5" w:rsidRDefault="001B0F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CB36C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280C49" w:rsidRPr="00CB36C5" w:rsidTr="00496B17">
        <w:trPr>
          <w:trHeight w:val="810"/>
        </w:trPr>
        <w:tc>
          <w:tcPr>
            <w:tcW w:w="1418" w:type="dxa"/>
          </w:tcPr>
          <w:p w:rsidR="00280C49" w:rsidRPr="00CB36C5" w:rsidRDefault="00B83060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:rsidR="00280C49" w:rsidRPr="00CB36C5" w:rsidRDefault="00280C49" w:rsidP="00A81A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Rozpoznaje metody i narzędzia opisu poziomu rozwoju regionu, w tym techniki pozyskiwania danych ekonomicznych dla wyróżnionych poziomów podziału JST</w:t>
            </w:r>
            <w:r w:rsidR="00CB36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KW_09</w:t>
            </w:r>
          </w:p>
        </w:tc>
      </w:tr>
      <w:tr w:rsidR="00280C49" w:rsidRPr="00CB36C5" w:rsidTr="001B0F40">
        <w:tc>
          <w:tcPr>
            <w:tcW w:w="1418" w:type="dxa"/>
          </w:tcPr>
          <w:p w:rsidR="00280C49" w:rsidRPr="00CB36C5" w:rsidRDefault="00280C49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11C0"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237" w:type="dxa"/>
          </w:tcPr>
          <w:p w:rsidR="00280C49" w:rsidRPr="00CB36C5" w:rsidRDefault="00280C49" w:rsidP="00A8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Umie pozyskiwa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dane dotycz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 xml:space="preserve">ce </w:t>
            </w:r>
            <w:r w:rsidRPr="00CB36C5">
              <w:rPr>
                <w:rFonts w:ascii="Corbel" w:hAnsi="Corbel"/>
                <w:sz w:val="24"/>
                <w:szCs w:val="24"/>
              </w:rPr>
              <w:t xml:space="preserve">procesów rozwoju gospodarki i 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finansów jednostek samorz</w:t>
            </w:r>
            <w:r w:rsidRPr="00CB36C5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sz w:val="24"/>
                <w:szCs w:val="24"/>
                <w:lang w:eastAsia="pl-PL"/>
              </w:rPr>
              <w:t>du terytorialnego</w:t>
            </w:r>
            <w:r w:rsidR="00CB36C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15" w:type="dxa"/>
          </w:tcPr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KU_02</w:t>
            </w:r>
          </w:p>
          <w:p w:rsidR="00280C49" w:rsidRPr="00CB36C5" w:rsidRDefault="00280C49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7454" w:rsidRPr="00CB36C5" w:rsidTr="001B0F40">
        <w:tc>
          <w:tcPr>
            <w:tcW w:w="1418" w:type="dxa"/>
          </w:tcPr>
          <w:p w:rsidR="00427454" w:rsidRPr="00CB36C5" w:rsidRDefault="00427454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37" w:type="dxa"/>
          </w:tcPr>
          <w:p w:rsidR="00427454" w:rsidRPr="00CB36C5" w:rsidRDefault="00427454" w:rsidP="00A8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Posiada umiejętności w zakresie rozpoznawania przyczyn i przebiegu zjawisk gospodarczych i społecznych</w:t>
            </w:r>
            <w:r w:rsidR="00CB36C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15" w:type="dxa"/>
          </w:tcPr>
          <w:p w:rsidR="00427454" w:rsidRPr="00CB36C5" w:rsidRDefault="00427454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KU_04</w:t>
            </w:r>
          </w:p>
        </w:tc>
      </w:tr>
      <w:tr w:rsidR="00496B17" w:rsidRPr="00CB36C5" w:rsidTr="001B0F40">
        <w:tc>
          <w:tcPr>
            <w:tcW w:w="1418" w:type="dxa"/>
          </w:tcPr>
          <w:p w:rsidR="00496B17" w:rsidRPr="00CB36C5" w:rsidRDefault="00496B17" w:rsidP="00CB36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36C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37" w:type="dxa"/>
          </w:tcPr>
          <w:p w:rsidR="00496B17" w:rsidRPr="00CB36C5" w:rsidRDefault="00496B17" w:rsidP="00A81A97">
            <w:pPr>
              <w:pStyle w:val="Default"/>
              <w:jc w:val="both"/>
              <w:rPr>
                <w:rFonts w:ascii="Corbel" w:hAnsi="Corbel"/>
              </w:rPr>
            </w:pPr>
            <w:r w:rsidRPr="00CB36C5">
              <w:rPr>
                <w:rFonts w:ascii="Corbel" w:hAnsi="Corbel"/>
              </w:rPr>
              <w:t>Potrafi pracować w grupie, przyjmując odpowiedzialność za jakość realizowanego zadania</w:t>
            </w:r>
            <w:r w:rsidR="00CB36C5">
              <w:rPr>
                <w:rFonts w:ascii="Corbel" w:hAnsi="Corbel"/>
              </w:rPr>
              <w:t>.</w:t>
            </w:r>
          </w:p>
        </w:tc>
        <w:tc>
          <w:tcPr>
            <w:tcW w:w="2015" w:type="dxa"/>
          </w:tcPr>
          <w:p w:rsidR="00496B17" w:rsidRPr="00CB36C5" w:rsidRDefault="00496B17" w:rsidP="008B1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K</w:t>
            </w:r>
            <w:r w:rsidR="00CB36C5">
              <w:rPr>
                <w:rFonts w:ascii="Corbel" w:hAnsi="Corbel"/>
                <w:b w:val="0"/>
                <w:szCs w:val="24"/>
                <w:lang w:eastAsia="pl-PL"/>
              </w:rPr>
              <w:t>K</w:t>
            </w:r>
            <w:r w:rsidRPr="00CB36C5">
              <w:rPr>
                <w:rFonts w:ascii="Corbel" w:hAnsi="Corbel"/>
                <w:b w:val="0"/>
                <w:szCs w:val="24"/>
                <w:lang w:eastAsia="pl-PL"/>
              </w:rPr>
              <w:t>_01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>3.3</w:t>
      </w:r>
      <w:r w:rsidR="007573D0">
        <w:rPr>
          <w:rFonts w:ascii="Corbel" w:hAnsi="Corbel"/>
          <w:b/>
          <w:sz w:val="24"/>
          <w:szCs w:val="24"/>
        </w:rPr>
        <w:t>.</w:t>
      </w:r>
      <w:r w:rsidR="001D7B54" w:rsidRPr="00CB36C5">
        <w:rPr>
          <w:rFonts w:ascii="Corbel" w:hAnsi="Corbel"/>
          <w:b/>
          <w:sz w:val="24"/>
          <w:szCs w:val="24"/>
        </w:rPr>
        <w:t xml:space="preserve"> </w:t>
      </w:r>
      <w:r w:rsidR="0085747A" w:rsidRPr="00CB36C5">
        <w:rPr>
          <w:rFonts w:ascii="Corbel" w:hAnsi="Corbel"/>
          <w:b/>
          <w:sz w:val="24"/>
          <w:szCs w:val="24"/>
        </w:rPr>
        <w:t>T</w:t>
      </w:r>
      <w:r w:rsidR="001D7B54" w:rsidRPr="00CB36C5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CB36C5">
        <w:rPr>
          <w:rFonts w:ascii="Corbel" w:hAnsi="Corbel"/>
          <w:sz w:val="24"/>
          <w:szCs w:val="24"/>
        </w:rPr>
        <w:t>(</w:t>
      </w:r>
      <w:r w:rsidR="001D7B54" w:rsidRPr="00CB36C5">
        <w:rPr>
          <w:rFonts w:ascii="Corbel" w:hAnsi="Corbel"/>
          <w:i/>
          <w:sz w:val="24"/>
          <w:szCs w:val="24"/>
        </w:rPr>
        <w:t>wypełnia koordynator)</w:t>
      </w:r>
    </w:p>
    <w:p w:rsidR="0085747A" w:rsidRPr="00CB36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36C5">
        <w:rPr>
          <w:rFonts w:ascii="Corbel" w:hAnsi="Corbel"/>
          <w:sz w:val="24"/>
          <w:szCs w:val="24"/>
        </w:rPr>
        <w:t>Problematyka ćwiczeń laboratoryjnych</w:t>
      </w:r>
      <w:r w:rsidR="009F4610" w:rsidRPr="00CB36C5">
        <w:rPr>
          <w:rFonts w:ascii="Corbel" w:hAnsi="Corbel"/>
          <w:sz w:val="24"/>
          <w:szCs w:val="24"/>
        </w:rPr>
        <w:t xml:space="preserve"> </w:t>
      </w:r>
    </w:p>
    <w:p w:rsidR="0085747A" w:rsidRPr="00CB36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36C5" w:rsidTr="00923D7D">
        <w:tc>
          <w:tcPr>
            <w:tcW w:w="9639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229C" w:rsidRPr="00CB36C5" w:rsidTr="00923D7D">
        <w:tc>
          <w:tcPr>
            <w:tcW w:w="9639" w:type="dxa"/>
          </w:tcPr>
          <w:p w:rsidR="00AF229C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B858B1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szCs w:val="24"/>
                <w:lang w:eastAsia="pl-PL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Klasyfikacja jednostek samorządowych. Organizacja pracy w grupie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Analiza kondycji finansowej – </w:t>
            </w:r>
            <w:r w:rsidR="008F567B"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źródła </w:t>
            </w: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i poziomu dochodów oraz wydatków jednostek samorz</w:t>
            </w:r>
            <w:r w:rsidRPr="00CB36C5">
              <w:rPr>
                <w:rFonts w:ascii="Corbel" w:hAnsi="Corbel" w:cs="TimesNewRoman,Bold"/>
                <w:bCs/>
                <w:sz w:val="24"/>
                <w:szCs w:val="24"/>
                <w:lang w:eastAsia="pl-PL"/>
              </w:rPr>
              <w:t>ą</w:t>
            </w:r>
            <w:r w:rsidRPr="00CB36C5">
              <w:rPr>
                <w:rFonts w:ascii="Corbel" w:hAnsi="Corbel"/>
                <w:bCs/>
                <w:sz w:val="24"/>
                <w:szCs w:val="24"/>
                <w:lang w:eastAsia="pl-PL"/>
              </w:rPr>
              <w:t>du terytorialnego</w:t>
            </w:r>
            <w:r w:rsidR="007573D0">
              <w:rPr>
                <w:rFonts w:ascii="Corbel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0C11C0" w:rsidRPr="00CB36C5" w:rsidTr="00923D7D">
        <w:tc>
          <w:tcPr>
            <w:tcW w:w="9639" w:type="dxa"/>
          </w:tcPr>
          <w:p w:rsidR="000C11C0" w:rsidRPr="00CB36C5" w:rsidRDefault="000C11C0" w:rsidP="002500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Pozyskiwanie środków europejskich przez polskie regiony</w:t>
            </w:r>
            <w:r w:rsidR="007573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B36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3.4</w:t>
      </w:r>
      <w:r w:rsidR="0077542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Metody dydaktyczne</w:t>
      </w:r>
      <w:r w:rsidRPr="00CB36C5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7573D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573D0">
        <w:rPr>
          <w:rFonts w:ascii="Corbel" w:hAnsi="Corbel"/>
          <w:b w:val="0"/>
          <w:smallCaps w:val="0"/>
          <w:szCs w:val="24"/>
        </w:rPr>
        <w:t>Ćwiczenia:</w:t>
      </w:r>
      <w:r w:rsidR="001B0F40" w:rsidRPr="007573D0">
        <w:rPr>
          <w:rFonts w:ascii="Corbel" w:hAnsi="Corbel"/>
          <w:b w:val="0"/>
          <w:smallCaps w:val="0"/>
          <w:szCs w:val="24"/>
        </w:rPr>
        <w:t xml:space="preserve"> </w:t>
      </w:r>
      <w:r w:rsidR="00AF229C" w:rsidRPr="007573D0">
        <w:rPr>
          <w:rFonts w:ascii="Corbel" w:hAnsi="Corbel"/>
          <w:b w:val="0"/>
          <w:smallCaps w:val="0"/>
          <w:szCs w:val="24"/>
        </w:rPr>
        <w:t xml:space="preserve">praca w grupach, analiza przypadków, dyskusja, </w:t>
      </w:r>
      <w:r w:rsidR="00AF2296" w:rsidRPr="007573D0">
        <w:rPr>
          <w:rFonts w:ascii="Corbel" w:hAnsi="Corbel"/>
          <w:b w:val="0"/>
          <w:smallCaps w:val="0"/>
          <w:szCs w:val="24"/>
        </w:rPr>
        <w:t>projekt</w:t>
      </w:r>
      <w:r w:rsidR="007573D0">
        <w:rPr>
          <w:rFonts w:ascii="Corbel" w:hAnsi="Corbel"/>
          <w:b w:val="0"/>
          <w:smallCaps w:val="0"/>
          <w:szCs w:val="24"/>
        </w:rPr>
        <w:t>.</w:t>
      </w:r>
    </w:p>
    <w:p w:rsidR="003E1941" w:rsidRPr="00CB36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3060" w:rsidRDefault="00B8306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3060" w:rsidRDefault="00B8306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3060" w:rsidRDefault="00B8306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3060" w:rsidRDefault="00B8306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3060" w:rsidRDefault="00B8306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B36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CB36C5">
        <w:rPr>
          <w:rFonts w:ascii="Corbel" w:hAnsi="Corbel"/>
          <w:smallCaps w:val="0"/>
          <w:szCs w:val="24"/>
        </w:rPr>
        <w:t>METODY I KRYTERIA OCENY</w:t>
      </w:r>
      <w:r w:rsidR="009F4610" w:rsidRPr="00CB36C5">
        <w:rPr>
          <w:rFonts w:ascii="Corbel" w:hAnsi="Corbel"/>
          <w:smallCaps w:val="0"/>
          <w:szCs w:val="24"/>
        </w:rPr>
        <w:t xml:space="preserve"> </w:t>
      </w:r>
    </w:p>
    <w:p w:rsidR="00923D7D" w:rsidRPr="00CB36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B36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4.1</w:t>
      </w:r>
      <w:r w:rsidR="00775428" w:rsidRPr="00CB36C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5857"/>
        <w:gridCol w:w="1839"/>
      </w:tblGrid>
      <w:tr w:rsidR="0085747A" w:rsidRPr="00CB36C5" w:rsidTr="009E1660">
        <w:tc>
          <w:tcPr>
            <w:tcW w:w="1843" w:type="dxa"/>
            <w:vAlign w:val="center"/>
          </w:tcPr>
          <w:p w:rsidR="0085747A" w:rsidRPr="00CB36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85747A" w:rsidRPr="00CB36C5" w:rsidRDefault="0085747A" w:rsidP="009E1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842" w:type="dxa"/>
            <w:vAlign w:val="center"/>
          </w:tcPr>
          <w:p w:rsidR="0085747A" w:rsidRPr="00CB36C5" w:rsidRDefault="0085747A" w:rsidP="009E1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B8306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:rsidR="00006C20" w:rsidRPr="00CB36C5" w:rsidRDefault="00006C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1842" w:type="dxa"/>
          </w:tcPr>
          <w:p w:rsidR="00006C20" w:rsidRPr="00CB36C5" w:rsidRDefault="00006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54" w:type="dxa"/>
          </w:tcPr>
          <w:p w:rsidR="00006C20" w:rsidRPr="00CB36C5" w:rsidRDefault="00006C20" w:rsidP="009E1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9E16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:rsidR="00006C20" w:rsidRPr="00CB36C5" w:rsidRDefault="00006C20" w:rsidP="0042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42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6C20" w:rsidRPr="00CB36C5" w:rsidTr="009E1660">
        <w:tc>
          <w:tcPr>
            <w:tcW w:w="1843" w:type="dxa"/>
          </w:tcPr>
          <w:p w:rsidR="00006C20" w:rsidRPr="00CB36C5" w:rsidRDefault="00006C20" w:rsidP="00A128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36C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306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54" w:type="dxa"/>
          </w:tcPr>
          <w:p w:rsidR="00006C20" w:rsidRPr="00CB36C5" w:rsidRDefault="00006C20" w:rsidP="00496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1842" w:type="dxa"/>
          </w:tcPr>
          <w:p w:rsidR="00006C20" w:rsidRPr="00CB36C5" w:rsidRDefault="00006C20" w:rsidP="00496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6D2E65" w:rsidRDefault="006D2E6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CB36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>4.2</w:t>
      </w:r>
      <w:r w:rsidR="006D2E65">
        <w:rPr>
          <w:rFonts w:ascii="Corbel" w:hAnsi="Corbel"/>
          <w:smallCaps w:val="0"/>
          <w:szCs w:val="24"/>
        </w:rPr>
        <w:t>.</w:t>
      </w:r>
      <w:r w:rsidRPr="00CB36C5">
        <w:rPr>
          <w:rFonts w:ascii="Corbel" w:hAnsi="Corbel"/>
          <w:smallCaps w:val="0"/>
          <w:szCs w:val="24"/>
        </w:rPr>
        <w:t xml:space="preserve"> </w:t>
      </w:r>
      <w:r w:rsidR="0085747A" w:rsidRPr="00CB36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B36C5">
        <w:rPr>
          <w:rFonts w:ascii="Corbel" w:hAnsi="Corbel"/>
          <w:smallCaps w:val="0"/>
          <w:szCs w:val="24"/>
        </w:rPr>
        <w:t xml:space="preserve"> </w:t>
      </w:r>
    </w:p>
    <w:p w:rsidR="00923D7D" w:rsidRPr="00CB36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1660" w:rsidRPr="00CB36C5" w:rsidTr="00923D7D">
        <w:tc>
          <w:tcPr>
            <w:tcW w:w="9670" w:type="dxa"/>
          </w:tcPr>
          <w:p w:rsidR="009E1660" w:rsidRPr="00CB36C5" w:rsidRDefault="009E1660" w:rsidP="00006C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Zaliczenie ćwiczeń – ocena za kolokwium 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 xml:space="preserve">skorygowana o </w:t>
            </w:r>
            <w:r w:rsidR="008F567B" w:rsidRPr="00CB36C5">
              <w:rPr>
                <w:rFonts w:ascii="Corbel" w:hAnsi="Corbel"/>
                <w:sz w:val="24"/>
                <w:szCs w:val="24"/>
              </w:rPr>
              <w:t>ocenę aktywności na zajęciach (5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0%)</w:t>
            </w:r>
            <w:r w:rsidRPr="00CB36C5">
              <w:rPr>
                <w:rFonts w:ascii="Corbel" w:hAnsi="Corbel"/>
                <w:sz w:val="24"/>
                <w:szCs w:val="24"/>
              </w:rPr>
              <w:t xml:space="preserve">, 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prz</w:t>
            </w:r>
            <w:r w:rsidR="00775428" w:rsidRPr="00CB36C5">
              <w:rPr>
                <w:rFonts w:ascii="Corbel" w:hAnsi="Corbel"/>
                <w:sz w:val="24"/>
                <w:szCs w:val="24"/>
              </w:rPr>
              <w:t xml:space="preserve">ygotowanie pracy </w:t>
            </w:r>
            <w:r w:rsidR="008F567B" w:rsidRPr="00CB36C5">
              <w:rPr>
                <w:rFonts w:ascii="Corbel" w:hAnsi="Corbel"/>
                <w:sz w:val="24"/>
                <w:szCs w:val="24"/>
              </w:rPr>
              <w:t>semestralnej (5</w:t>
            </w:r>
            <w:r w:rsidR="00AF2296" w:rsidRPr="00CB36C5">
              <w:rPr>
                <w:rFonts w:ascii="Corbel" w:hAnsi="Corbel"/>
                <w:sz w:val="24"/>
                <w:szCs w:val="24"/>
              </w:rPr>
              <w:t>0%)</w:t>
            </w:r>
            <w:r w:rsidR="00101D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B36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36C5">
        <w:rPr>
          <w:rFonts w:ascii="Corbel" w:hAnsi="Corbel"/>
          <w:b/>
          <w:sz w:val="24"/>
          <w:szCs w:val="24"/>
        </w:rPr>
        <w:t xml:space="preserve">5. </w:t>
      </w:r>
      <w:r w:rsidR="00C61DC5" w:rsidRPr="00CB36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B36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B36C5" w:rsidTr="003E1941">
        <w:tc>
          <w:tcPr>
            <w:tcW w:w="4962" w:type="dxa"/>
            <w:vAlign w:val="center"/>
          </w:tcPr>
          <w:p w:rsidR="0085747A" w:rsidRPr="00CB36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36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36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B36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36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B36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B36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C61DC5" w:rsidP="006D2E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G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B36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B36C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B36C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D2E65" w:rsidRPr="00CB36C5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CB36C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B36C5" w:rsidRDefault="0094750F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B36C5" w:rsidTr="00923D7D">
        <w:tc>
          <w:tcPr>
            <w:tcW w:w="4962" w:type="dxa"/>
          </w:tcPr>
          <w:p w:rsidR="00C61DC5" w:rsidRPr="00CB36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B36C5" w:rsidRDefault="00C61DC5" w:rsidP="002500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9E1660" w:rsidRPr="00CB36C5">
              <w:rPr>
                <w:rFonts w:ascii="Corbel" w:hAnsi="Corbel"/>
                <w:sz w:val="24"/>
                <w:szCs w:val="24"/>
              </w:rPr>
              <w:t>kolokwium</w:t>
            </w:r>
            <w:r w:rsidRPr="00CB36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B36C5" w:rsidRDefault="003B645B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CB36C5" w:rsidTr="00923D7D">
        <w:tc>
          <w:tcPr>
            <w:tcW w:w="4962" w:type="dxa"/>
          </w:tcPr>
          <w:p w:rsidR="00132AF9" w:rsidRDefault="00C61DC5" w:rsidP="00132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4750F" w:rsidRPr="00CB36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CB36C5" w:rsidRDefault="00132AF9" w:rsidP="00132A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 xml:space="preserve">(przygotowanie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zajęć, przygotowanie do </w:t>
            </w:r>
            <w:r w:rsidRPr="00CB36C5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B36C5">
              <w:rPr>
                <w:rFonts w:ascii="Corbel" w:hAnsi="Corbel"/>
                <w:sz w:val="24"/>
                <w:szCs w:val="24"/>
              </w:rPr>
              <w:t>przygotowanie pracy semestralnej</w:t>
            </w:r>
            <w:r w:rsidR="00C61DC5" w:rsidRPr="00CB36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B36C5" w:rsidRDefault="003B645B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36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A33C5" w:rsidRDefault="003B645B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3C5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85747A" w:rsidRPr="00CB36C5" w:rsidTr="00923D7D">
        <w:tc>
          <w:tcPr>
            <w:tcW w:w="4962" w:type="dxa"/>
          </w:tcPr>
          <w:p w:rsidR="0085747A" w:rsidRPr="00CB36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B36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A33C5" w:rsidRDefault="009E1660" w:rsidP="006A3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3C5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CB36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B36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36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B36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 xml:space="preserve">6. </w:t>
      </w:r>
      <w:r w:rsidR="0085747A" w:rsidRPr="00CB36C5">
        <w:rPr>
          <w:rFonts w:ascii="Corbel" w:hAnsi="Corbel"/>
          <w:smallCaps w:val="0"/>
          <w:szCs w:val="24"/>
        </w:rPr>
        <w:t>PRAKTYKI ZAWODOWE W RAMACH PRZEDMIOTU/ MODUŁU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6D2E65" w:rsidRPr="00CB36C5" w:rsidRDefault="006D2E6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94B95" w:rsidRPr="00CB36C5" w:rsidTr="004F6F1C">
        <w:tc>
          <w:tcPr>
            <w:tcW w:w="3544" w:type="dxa"/>
          </w:tcPr>
          <w:p w:rsidR="00994B95" w:rsidRPr="00CB36C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94B95" w:rsidRPr="006D2E65" w:rsidRDefault="006D2E65" w:rsidP="006D2E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2E6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94B95" w:rsidRPr="00CB36C5" w:rsidTr="004F6F1C">
        <w:tc>
          <w:tcPr>
            <w:tcW w:w="3544" w:type="dxa"/>
          </w:tcPr>
          <w:p w:rsidR="00994B95" w:rsidRPr="00CB36C5" w:rsidRDefault="00994B95" w:rsidP="004F6F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36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94B95" w:rsidRPr="006D2E65" w:rsidRDefault="006D2E65" w:rsidP="006D2E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2E6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CB36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36C5">
        <w:rPr>
          <w:rFonts w:ascii="Corbel" w:hAnsi="Corbel"/>
          <w:smallCaps w:val="0"/>
          <w:szCs w:val="24"/>
        </w:rPr>
        <w:t xml:space="preserve">7. </w:t>
      </w:r>
      <w:r w:rsidR="0085747A" w:rsidRPr="00CB36C5">
        <w:rPr>
          <w:rFonts w:ascii="Corbel" w:hAnsi="Corbel"/>
          <w:smallCaps w:val="0"/>
          <w:szCs w:val="24"/>
        </w:rPr>
        <w:t>LITERATURA</w:t>
      </w:r>
      <w:r w:rsidRPr="00CB36C5">
        <w:rPr>
          <w:rFonts w:ascii="Corbel" w:hAnsi="Corbel"/>
          <w:smallCaps w:val="0"/>
          <w:szCs w:val="24"/>
        </w:rPr>
        <w:t xml:space="preserve"> </w:t>
      </w:r>
    </w:p>
    <w:p w:rsidR="00675843" w:rsidRPr="00CB36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B36C5" w:rsidTr="006D2E65">
        <w:trPr>
          <w:trHeight w:val="397"/>
        </w:trPr>
        <w:tc>
          <w:tcPr>
            <w:tcW w:w="7513" w:type="dxa"/>
          </w:tcPr>
          <w:p w:rsidR="0085747A" w:rsidRPr="006D2E65" w:rsidRDefault="0085747A" w:rsidP="006D2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6D2E65" w:rsidRPr="006D2E65" w:rsidRDefault="006D2E65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Gospodarka i polityka regionalna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Wyd. UE we Wrocławiu, Wrocław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2015.</w:t>
            </w:r>
          </w:p>
          <w:p w:rsidR="00F9379E" w:rsidRPr="006D2E65" w:rsidRDefault="006D2E65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Strahl D.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(red.), </w:t>
            </w:r>
            <w:r w:rsidR="00F9379E"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Metody oceny rozwoju regionalnego</w:t>
            </w:r>
            <w:r w:rsidR="00F9379E"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, AE we Wrocławiu,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Wrocław 2006. </w:t>
            </w:r>
          </w:p>
          <w:p w:rsidR="00F9379E" w:rsidRPr="006D2E65" w:rsidRDefault="009E1660" w:rsidP="006D2E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Szewczyk A., Kogut-Jaworska M., Zioło M., Rozwój lokalny i regionalny. Teoria i praktyka, </w:t>
            </w:r>
            <w:r w:rsidRPr="006D2E6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Wyd. C.H. Beck, Warszawa</w:t>
            </w:r>
            <w:r w:rsidR="006D2E6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2011.</w:t>
            </w:r>
          </w:p>
        </w:tc>
      </w:tr>
      <w:tr w:rsidR="0085747A" w:rsidRPr="00CB36C5" w:rsidTr="006D2E65">
        <w:trPr>
          <w:trHeight w:val="397"/>
        </w:trPr>
        <w:tc>
          <w:tcPr>
            <w:tcW w:w="7513" w:type="dxa"/>
          </w:tcPr>
          <w:p w:rsidR="00F9379E" w:rsidRPr="006D2E65" w:rsidRDefault="0085747A" w:rsidP="006D2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uzupełniająca:</w:t>
            </w:r>
          </w:p>
          <w:p w:rsidR="00CB36C4" w:rsidRPr="006D2E65" w:rsidRDefault="009E1660" w:rsidP="006D2E6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Młodak A., </w:t>
            </w:r>
            <w:r w:rsidRPr="006D2E65"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2"/>
              </w:rPr>
              <w:t>Analiza taksonomiczna w statystyce regionalnej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</w:t>
            </w:r>
            <w:r w:rsidRPr="006D2E65">
              <w:rPr>
                <w:rFonts w:ascii="Corbel" w:eastAsia="Times New Roman" w:hAnsi="Corbel"/>
                <w:smallCaps w:val="0"/>
                <w:color w:val="000000"/>
                <w:sz w:val="22"/>
                <w:lang w:eastAsia="pl-PL"/>
              </w:rPr>
              <w:t xml:space="preserve"> 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Difin</w:t>
            </w:r>
            <w:r w:rsidRPr="006D2E65">
              <w:rPr>
                <w:rFonts w:ascii="Corbel" w:hAnsi="Corbel"/>
                <w:b w:val="0"/>
                <w:bCs/>
                <w:color w:val="000000"/>
                <w:sz w:val="22"/>
              </w:rPr>
              <w:t xml:space="preserve">, </w:t>
            </w:r>
            <w:r w:rsidRP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Warszawa</w:t>
            </w:r>
            <w:r w:rsidR="006D2E65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 2006.</w:t>
            </w:r>
          </w:p>
          <w:p w:rsidR="0085747A" w:rsidRPr="006D2E65" w:rsidRDefault="00F9379E" w:rsidP="006D2E6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D2E65">
              <w:rPr>
                <w:rFonts w:ascii="Corbel" w:hAnsi="Corbel"/>
                <w:b w:val="0"/>
                <w:smallCaps w:val="0"/>
                <w:sz w:val="22"/>
              </w:rPr>
              <w:t xml:space="preserve">Czasopisma: Wiadomości statystyczne, </w:t>
            </w:r>
            <w:r w:rsidR="0094750F" w:rsidRPr="006D2E65">
              <w:rPr>
                <w:rFonts w:ascii="Corbel" w:hAnsi="Corbel"/>
                <w:b w:val="0"/>
                <w:smallCaps w:val="0"/>
                <w:sz w:val="22"/>
              </w:rPr>
              <w:t>Samorząd terytorialny</w:t>
            </w:r>
            <w:r w:rsidRPr="006D2E65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85747A" w:rsidRPr="006D2E6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6D2E65">
              <w:rPr>
                <w:rFonts w:ascii="Corbel" w:hAnsi="Corbel"/>
                <w:b w:val="0"/>
                <w:bCs/>
                <w:iCs/>
                <w:smallCaps w:val="0"/>
                <w:sz w:val="22"/>
              </w:rPr>
              <w:t>Studia regionalne i lokalne</w:t>
            </w:r>
            <w:r w:rsidR="0094750F" w:rsidRPr="006D2E65">
              <w:rPr>
                <w:rFonts w:ascii="Corbel" w:hAnsi="Corbel"/>
                <w:b w:val="0"/>
                <w:bCs/>
                <w:iCs/>
                <w:smallCaps w:val="0"/>
                <w:sz w:val="22"/>
              </w:rPr>
              <w:t>,</w:t>
            </w:r>
            <w:r w:rsidR="0094750F" w:rsidRPr="006D2E65">
              <w:rPr>
                <w:rFonts w:ascii="Corbel" w:hAnsi="Corbel"/>
                <w:b w:val="0"/>
                <w:smallCaps w:val="0"/>
                <w:sz w:val="22"/>
              </w:rPr>
              <w:t xml:space="preserve"> Finanse komunalne</w:t>
            </w:r>
            <w:r w:rsidR="006D2E65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85747A" w:rsidRPr="00CB36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85747A" w:rsidP="009475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B36C5" w:rsidRDefault="0085747A" w:rsidP="00300E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B36C5">
        <w:rPr>
          <w:rFonts w:ascii="Corbel" w:hAnsi="Corbel"/>
          <w:b w:val="0"/>
          <w:smallCaps w:val="0"/>
          <w:szCs w:val="24"/>
        </w:rPr>
        <w:t>Akceptacja Kierownika J</w:t>
      </w:r>
      <w:r w:rsidR="00300E54" w:rsidRPr="00CB36C5">
        <w:rPr>
          <w:rFonts w:ascii="Corbel" w:hAnsi="Corbel"/>
          <w:b w:val="0"/>
          <w:smallCaps w:val="0"/>
          <w:szCs w:val="24"/>
        </w:rPr>
        <w:t>ednostki lub osoby upoważnionej</w:t>
      </w:r>
    </w:p>
    <w:p w:rsidR="0085747A" w:rsidRPr="00CB36C5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CB36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423" w:rsidRDefault="00124423" w:rsidP="00C16ABF">
      <w:pPr>
        <w:spacing w:after="0" w:line="240" w:lineRule="auto"/>
      </w:pPr>
      <w:r>
        <w:separator/>
      </w:r>
    </w:p>
  </w:endnote>
  <w:endnote w:type="continuationSeparator" w:id="0">
    <w:p w:rsidR="00124423" w:rsidRDefault="001244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423" w:rsidRDefault="00124423" w:rsidP="00C16ABF">
      <w:pPr>
        <w:spacing w:after="0" w:line="240" w:lineRule="auto"/>
      </w:pPr>
      <w:r>
        <w:separator/>
      </w:r>
    </w:p>
  </w:footnote>
  <w:footnote w:type="continuationSeparator" w:id="0">
    <w:p w:rsidR="00124423" w:rsidRDefault="0012442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63C37"/>
    <w:multiLevelType w:val="hybridMultilevel"/>
    <w:tmpl w:val="99829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06291"/>
    <w:multiLevelType w:val="hybridMultilevel"/>
    <w:tmpl w:val="32F2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926A3"/>
    <w:multiLevelType w:val="hybridMultilevel"/>
    <w:tmpl w:val="C41AAC84"/>
    <w:lvl w:ilvl="0" w:tplc="F26221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64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B88E3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5AD7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44CC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9088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49F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4472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3496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F3E3C"/>
    <w:multiLevelType w:val="hybridMultilevel"/>
    <w:tmpl w:val="914A6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C20"/>
    <w:rsid w:val="000074D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1C0"/>
    <w:rsid w:val="000D04B0"/>
    <w:rsid w:val="000F1C57"/>
    <w:rsid w:val="000F5615"/>
    <w:rsid w:val="00101D78"/>
    <w:rsid w:val="00124423"/>
    <w:rsid w:val="0012560E"/>
    <w:rsid w:val="00127108"/>
    <w:rsid w:val="00132AF9"/>
    <w:rsid w:val="00134B13"/>
    <w:rsid w:val="00146BC0"/>
    <w:rsid w:val="00153C41"/>
    <w:rsid w:val="00154381"/>
    <w:rsid w:val="00164FA7"/>
    <w:rsid w:val="00166A03"/>
    <w:rsid w:val="001737CF"/>
    <w:rsid w:val="00176083"/>
    <w:rsid w:val="00192F37"/>
    <w:rsid w:val="001A3718"/>
    <w:rsid w:val="001A70D2"/>
    <w:rsid w:val="001B0F40"/>
    <w:rsid w:val="001C377E"/>
    <w:rsid w:val="001D657B"/>
    <w:rsid w:val="001D7B54"/>
    <w:rsid w:val="001E0209"/>
    <w:rsid w:val="001E3FED"/>
    <w:rsid w:val="001F2CA2"/>
    <w:rsid w:val="002144C0"/>
    <w:rsid w:val="0022477D"/>
    <w:rsid w:val="002336F9"/>
    <w:rsid w:val="0024028F"/>
    <w:rsid w:val="00244ABC"/>
    <w:rsid w:val="002500E4"/>
    <w:rsid w:val="002506C8"/>
    <w:rsid w:val="00250FBF"/>
    <w:rsid w:val="0026488D"/>
    <w:rsid w:val="00264D38"/>
    <w:rsid w:val="00280C49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0E54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45B"/>
    <w:rsid w:val="003C0BAE"/>
    <w:rsid w:val="003D18A9"/>
    <w:rsid w:val="003D6CE2"/>
    <w:rsid w:val="003E1941"/>
    <w:rsid w:val="003E2FE6"/>
    <w:rsid w:val="003E49D5"/>
    <w:rsid w:val="003F38C0"/>
    <w:rsid w:val="004077CA"/>
    <w:rsid w:val="00414E3C"/>
    <w:rsid w:val="004176E0"/>
    <w:rsid w:val="0042244A"/>
    <w:rsid w:val="00427454"/>
    <w:rsid w:val="0042745A"/>
    <w:rsid w:val="00431D5C"/>
    <w:rsid w:val="004362C6"/>
    <w:rsid w:val="00437FA2"/>
    <w:rsid w:val="00450F60"/>
    <w:rsid w:val="00461EFC"/>
    <w:rsid w:val="004632DB"/>
    <w:rsid w:val="004652C2"/>
    <w:rsid w:val="00471326"/>
    <w:rsid w:val="0047598D"/>
    <w:rsid w:val="004840FD"/>
    <w:rsid w:val="00490F7D"/>
    <w:rsid w:val="00491678"/>
    <w:rsid w:val="004968E2"/>
    <w:rsid w:val="00496B17"/>
    <w:rsid w:val="004A3EEA"/>
    <w:rsid w:val="004A4D1F"/>
    <w:rsid w:val="004D5282"/>
    <w:rsid w:val="004F1551"/>
    <w:rsid w:val="004F55A3"/>
    <w:rsid w:val="0050496F"/>
    <w:rsid w:val="0050626F"/>
    <w:rsid w:val="00513B6F"/>
    <w:rsid w:val="00517C63"/>
    <w:rsid w:val="005363C4"/>
    <w:rsid w:val="00536BDE"/>
    <w:rsid w:val="00543ACC"/>
    <w:rsid w:val="00561188"/>
    <w:rsid w:val="005A0855"/>
    <w:rsid w:val="005A3196"/>
    <w:rsid w:val="005C080F"/>
    <w:rsid w:val="005C55E5"/>
    <w:rsid w:val="005C586D"/>
    <w:rsid w:val="005C696A"/>
    <w:rsid w:val="005E6E85"/>
    <w:rsid w:val="005F31D2"/>
    <w:rsid w:val="0061029B"/>
    <w:rsid w:val="00617230"/>
    <w:rsid w:val="00621CE1"/>
    <w:rsid w:val="0063651E"/>
    <w:rsid w:val="006420AA"/>
    <w:rsid w:val="00647FA8"/>
    <w:rsid w:val="00654271"/>
    <w:rsid w:val="0065460A"/>
    <w:rsid w:val="006620D9"/>
    <w:rsid w:val="00671958"/>
    <w:rsid w:val="00675843"/>
    <w:rsid w:val="006A33C5"/>
    <w:rsid w:val="006D050F"/>
    <w:rsid w:val="006D2E65"/>
    <w:rsid w:val="006D6139"/>
    <w:rsid w:val="006E5D65"/>
    <w:rsid w:val="006F1282"/>
    <w:rsid w:val="006F1FBC"/>
    <w:rsid w:val="007072BA"/>
    <w:rsid w:val="0071620A"/>
    <w:rsid w:val="007170F8"/>
    <w:rsid w:val="00724677"/>
    <w:rsid w:val="00725459"/>
    <w:rsid w:val="00734608"/>
    <w:rsid w:val="00745302"/>
    <w:rsid w:val="007461D6"/>
    <w:rsid w:val="00746EC8"/>
    <w:rsid w:val="007573D0"/>
    <w:rsid w:val="00763BF1"/>
    <w:rsid w:val="00766FD4"/>
    <w:rsid w:val="00775428"/>
    <w:rsid w:val="0078168C"/>
    <w:rsid w:val="00790E27"/>
    <w:rsid w:val="007A4022"/>
    <w:rsid w:val="007A6E6E"/>
    <w:rsid w:val="007C3299"/>
    <w:rsid w:val="007C3BCC"/>
    <w:rsid w:val="007D6E56"/>
    <w:rsid w:val="007F4155"/>
    <w:rsid w:val="008056AC"/>
    <w:rsid w:val="0081707E"/>
    <w:rsid w:val="008449B3"/>
    <w:rsid w:val="0085747A"/>
    <w:rsid w:val="00871D98"/>
    <w:rsid w:val="00884922"/>
    <w:rsid w:val="00885F64"/>
    <w:rsid w:val="008917F9"/>
    <w:rsid w:val="008A45F7"/>
    <w:rsid w:val="008B1B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67B"/>
    <w:rsid w:val="008F68FC"/>
    <w:rsid w:val="008F6E29"/>
    <w:rsid w:val="00916188"/>
    <w:rsid w:val="00923D7D"/>
    <w:rsid w:val="0094750F"/>
    <w:rsid w:val="009508DF"/>
    <w:rsid w:val="00950DAC"/>
    <w:rsid w:val="00954A07"/>
    <w:rsid w:val="00994B95"/>
    <w:rsid w:val="00997F14"/>
    <w:rsid w:val="009A78D9"/>
    <w:rsid w:val="009C3E31"/>
    <w:rsid w:val="009C54AE"/>
    <w:rsid w:val="009C788E"/>
    <w:rsid w:val="009E1660"/>
    <w:rsid w:val="009E3B41"/>
    <w:rsid w:val="009F3C5C"/>
    <w:rsid w:val="009F4610"/>
    <w:rsid w:val="00A00ECC"/>
    <w:rsid w:val="00A04EC7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1A9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296"/>
    <w:rsid w:val="00AF229C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0A12"/>
    <w:rsid w:val="00B60B22"/>
    <w:rsid w:val="00B66529"/>
    <w:rsid w:val="00B75946"/>
    <w:rsid w:val="00B8056E"/>
    <w:rsid w:val="00B819C8"/>
    <w:rsid w:val="00B82308"/>
    <w:rsid w:val="00B83060"/>
    <w:rsid w:val="00BB520A"/>
    <w:rsid w:val="00BD3869"/>
    <w:rsid w:val="00BD66E9"/>
    <w:rsid w:val="00BE7F70"/>
    <w:rsid w:val="00BF25DC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94B98"/>
    <w:rsid w:val="00CA2B96"/>
    <w:rsid w:val="00CA5089"/>
    <w:rsid w:val="00CB36C4"/>
    <w:rsid w:val="00CB36C5"/>
    <w:rsid w:val="00CE5BAC"/>
    <w:rsid w:val="00CF25BE"/>
    <w:rsid w:val="00CF78ED"/>
    <w:rsid w:val="00D02B25"/>
    <w:rsid w:val="00D02EBA"/>
    <w:rsid w:val="00D16005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F320D"/>
    <w:rsid w:val="00DF72EF"/>
    <w:rsid w:val="00E129B8"/>
    <w:rsid w:val="00E1431B"/>
    <w:rsid w:val="00E21E7D"/>
    <w:rsid w:val="00E22FBC"/>
    <w:rsid w:val="00E24BF5"/>
    <w:rsid w:val="00E25338"/>
    <w:rsid w:val="00E3200C"/>
    <w:rsid w:val="00E51E44"/>
    <w:rsid w:val="00E63348"/>
    <w:rsid w:val="00E77E88"/>
    <w:rsid w:val="00E8107D"/>
    <w:rsid w:val="00EC4899"/>
    <w:rsid w:val="00ED03AB"/>
    <w:rsid w:val="00ED32D2"/>
    <w:rsid w:val="00ED668C"/>
    <w:rsid w:val="00EE32DE"/>
    <w:rsid w:val="00EE5457"/>
    <w:rsid w:val="00F070AB"/>
    <w:rsid w:val="00F27A7B"/>
    <w:rsid w:val="00F617C3"/>
    <w:rsid w:val="00F7066B"/>
    <w:rsid w:val="00F772DA"/>
    <w:rsid w:val="00F83637"/>
    <w:rsid w:val="00F9379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FA04B-8B18-439D-AE66-8FCF37E1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B36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0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34EC1-FE9F-4D43-A9DC-ED346F06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Mazurkiewicz</cp:lastModifiedBy>
  <cp:revision>3</cp:revision>
  <cp:lastPrinted>2017-02-15T11:41:00Z</cp:lastPrinted>
  <dcterms:created xsi:type="dcterms:W3CDTF">2017-11-07T18:02:00Z</dcterms:created>
  <dcterms:modified xsi:type="dcterms:W3CDTF">2017-11-07T18:10:00Z</dcterms:modified>
</cp:coreProperties>
</file>